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37939" w14:textId="77777777" w:rsidR="00EE47CF" w:rsidRDefault="00204BAF">
      <w:pPr>
        <w:pStyle w:val="Heading1"/>
      </w:pPr>
      <w:bookmarkStart w:id="0" w:name="_Toc370037312"/>
      <w:r>
        <w:rPr>
          <w:rFonts w:cs="Calibri"/>
          <w:sz w:val="32"/>
          <w:szCs w:val="32"/>
        </w:rPr>
        <w:t>Letter of Invitation</w:t>
      </w:r>
      <w:bookmarkEnd w:id="0"/>
    </w:p>
    <w:p w14:paraId="0DCE4B2A" w14:textId="77777777" w:rsidR="00EE47CF" w:rsidRDefault="00204BAF">
      <w:pPr>
        <w:pStyle w:val="Heading1"/>
      </w:pPr>
      <w:r>
        <w:t>REQUEST FOR QUOTATION</w:t>
      </w:r>
    </w:p>
    <w:p w14:paraId="3E263A5D" w14:textId="77777777" w:rsidR="00EE47CF" w:rsidRDefault="00EE47CF">
      <w:pPr>
        <w:jc w:val="both"/>
        <w:rPr>
          <w:rFonts w:ascii="Calibri" w:hAnsi="Calibri" w:cs="Calibri"/>
          <w:lang w:val="en-GB"/>
        </w:rPr>
      </w:pPr>
    </w:p>
    <w:p w14:paraId="5B99CCC9" w14:textId="77777777" w:rsidR="00EE47CF" w:rsidRPr="002A5710" w:rsidRDefault="00204BAF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2A5710">
        <w:rPr>
          <w:rFonts w:ascii="Calibri" w:hAnsi="Calibri" w:cs="Calibri"/>
          <w:b/>
          <w:lang w:val="en-GB"/>
        </w:rPr>
        <w:t xml:space="preserve">Ministry of </w:t>
      </w:r>
      <w:bookmarkEnd w:id="1"/>
      <w:r w:rsidRPr="002A5710">
        <w:rPr>
          <w:rFonts w:ascii="Calibri" w:hAnsi="Calibri" w:cs="Calibri"/>
          <w:b/>
          <w:lang w:val="en-GB"/>
        </w:rPr>
        <w:t>Health &amp; Medical Services</w:t>
      </w:r>
    </w:p>
    <w:p w14:paraId="36523467" w14:textId="77777777" w:rsidR="00EE47CF" w:rsidRPr="002A5710" w:rsidRDefault="00204BAF">
      <w:pPr>
        <w:ind w:left="5760"/>
        <w:jc w:val="both"/>
        <w:rPr>
          <w:rFonts w:ascii="Calibri" w:hAnsi="Calibri" w:cs="Calibri"/>
          <w:lang w:val="en-GB"/>
        </w:rPr>
      </w:pPr>
      <w:proofErr w:type="spellStart"/>
      <w:r w:rsidRPr="002A5710">
        <w:rPr>
          <w:rFonts w:ascii="Calibri" w:hAnsi="Calibri" w:cs="Calibri"/>
          <w:lang w:val="en-GB"/>
        </w:rPr>
        <w:t>Nawerewere</w:t>
      </w:r>
      <w:proofErr w:type="spellEnd"/>
      <w:r w:rsidRPr="002A5710">
        <w:rPr>
          <w:rFonts w:ascii="Calibri" w:hAnsi="Calibri" w:cs="Calibri"/>
          <w:lang w:val="en-GB"/>
        </w:rPr>
        <w:t>,</w:t>
      </w:r>
    </w:p>
    <w:p w14:paraId="0AB13727" w14:textId="77777777" w:rsidR="00EE47CF" w:rsidRDefault="00204BAF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Tarawa</w:t>
      </w:r>
    </w:p>
    <w:p w14:paraId="4B9D7D94" w14:textId="77777777" w:rsidR="00EE47CF" w:rsidRDefault="00204BAF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Republic of Kiribati</w:t>
      </w:r>
    </w:p>
    <w:p w14:paraId="73E76942" w14:textId="77777777" w:rsidR="00EE47CF" w:rsidRDefault="00EE47CF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0FBE08A8" w14:textId="77777777" w:rsidR="00EE47CF" w:rsidRDefault="00204BAF">
      <w:pPr>
        <w:tabs>
          <w:tab w:val="left" w:pos="3345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To Whom It May Concern,</w:t>
      </w:r>
    </w:p>
    <w:p w14:paraId="085EDC4B" w14:textId="77777777" w:rsidR="00EE47CF" w:rsidRDefault="00EE47CF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3A35D2C2" w14:textId="77777777" w:rsidR="00EE47CF" w:rsidRDefault="00204BAF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 w:eastAsia="ko-KR"/>
        </w:rPr>
        <w:t>The Ministry of Health &amp; Medical Services (MHMS) invites Quotations from Tenderers to supply the Goods described in this Request for Quotation (RFQ) as below.</w:t>
      </w:r>
    </w:p>
    <w:p w14:paraId="3DE32814" w14:textId="4D1EBCE9" w:rsidR="00EE47CF" w:rsidRDefault="00204BAF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84989099"/>
      <w:bookmarkStart w:id="4" w:name="_Ref385265302"/>
      <w:bookmarkStart w:id="5" w:name="_Ref374243803"/>
      <w:r>
        <w:rPr>
          <w:sz w:val="24"/>
          <w:szCs w:val="24"/>
        </w:rPr>
        <w:t>Procurement No:</w:t>
      </w:r>
      <w:r>
        <w:rPr>
          <w:sz w:val="24"/>
          <w:szCs w:val="24"/>
        </w:rPr>
        <w:tab/>
      </w:r>
      <w:bookmarkStart w:id="6" w:name="Number"/>
      <w:r>
        <w:rPr>
          <w:rStyle w:val="Strong"/>
          <w:b/>
          <w:bCs w:val="0"/>
          <w:sz w:val="24"/>
          <w:szCs w:val="24"/>
        </w:rPr>
        <w:t>RFQ-</w:t>
      </w:r>
      <w:bookmarkEnd w:id="2"/>
      <w:bookmarkEnd w:id="3"/>
      <w:bookmarkEnd w:id="4"/>
      <w:bookmarkEnd w:id="5"/>
      <w:bookmarkEnd w:id="6"/>
      <w:r w:rsidR="00FC03CC">
        <w:rPr>
          <w:rStyle w:val="Strong"/>
          <w:b/>
          <w:bCs w:val="0"/>
          <w:sz w:val="24"/>
          <w:szCs w:val="24"/>
        </w:rPr>
        <w:t>22-G004-22</w:t>
      </w:r>
    </w:p>
    <w:p w14:paraId="4E856BAB" w14:textId="0A785183" w:rsidR="00EE47CF" w:rsidRDefault="00204BAF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  <w:lang w:val="en-GB"/>
        </w:rPr>
        <w:t>Issue Date:</w:t>
      </w:r>
      <w:r>
        <w:rPr>
          <w:rFonts w:cs="Calibri"/>
          <w:sz w:val="24"/>
          <w:lang w:val="en-GB"/>
        </w:rPr>
        <w:tab/>
      </w:r>
      <w:r w:rsidR="00FC03CC">
        <w:rPr>
          <w:rFonts w:cs="Calibri"/>
          <w:sz w:val="24"/>
          <w:lang w:val="en-GB"/>
        </w:rPr>
        <w:t>25/08/22</w:t>
      </w:r>
    </w:p>
    <w:p w14:paraId="6F80683E" w14:textId="204DC8AD" w:rsidR="00EE47CF" w:rsidRDefault="00204BAF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>
        <w:rPr>
          <w:rFonts w:cs="Calibri"/>
          <w:sz w:val="24"/>
          <w:lang w:val="en-GB"/>
        </w:rPr>
        <w:t>RFQ Closing Date:</w:t>
      </w:r>
      <w:r>
        <w:rPr>
          <w:rFonts w:cs="Calibri"/>
          <w:sz w:val="24"/>
          <w:lang w:val="en-GB"/>
        </w:rPr>
        <w:tab/>
      </w:r>
      <w:r w:rsidR="00FC03CC">
        <w:rPr>
          <w:rFonts w:cs="Calibri"/>
          <w:color w:val="FF0000"/>
          <w:sz w:val="24"/>
          <w:lang w:val="en-GB"/>
        </w:rPr>
        <w:t>19/09/22</w:t>
      </w:r>
      <w:r>
        <w:rPr>
          <w:rFonts w:cs="Calibri"/>
          <w:color w:val="FF0000"/>
          <w:sz w:val="24"/>
          <w:lang w:val="en-GB"/>
        </w:rPr>
        <w:t xml:space="preserve"> – 16h00 UTC+12 (Tarawa </w:t>
      </w:r>
      <w:proofErr w:type="gramStart"/>
      <w:r>
        <w:rPr>
          <w:rFonts w:cs="Calibri"/>
          <w:color w:val="FF0000"/>
          <w:sz w:val="24"/>
          <w:lang w:val="en-GB"/>
        </w:rPr>
        <w:t>Time)</w:t>
      </w:r>
      <w:r>
        <w:rPr>
          <w:rFonts w:cs="Calibri"/>
          <w:sz w:val="24"/>
          <w:lang w:val="en-GB"/>
        </w:rPr>
        <w:t>*</w:t>
      </w:r>
      <w:proofErr w:type="gramEnd"/>
    </w:p>
    <w:p w14:paraId="2C2C0CA8" w14:textId="77777777" w:rsidR="00EE47CF" w:rsidRDefault="00204BAF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>
        <w:rPr>
          <w:rFonts w:cs="Calibri"/>
          <w:sz w:val="24"/>
          <w:lang w:val="en-GB"/>
        </w:rPr>
        <w:t>Procurement Title:</w:t>
      </w:r>
      <w:r>
        <w:rPr>
          <w:rFonts w:cs="Calibri"/>
          <w:sz w:val="24"/>
          <w:lang w:val="en-GB"/>
        </w:rPr>
        <w:tab/>
        <w:t xml:space="preserve">Request for Quotation (RFQ) for </w:t>
      </w:r>
      <w:r>
        <w:rPr>
          <w:rFonts w:cs="Calibri"/>
          <w:sz w:val="24"/>
        </w:rPr>
        <w:t>Endoscopy system - Gastroscope &amp; Colonoscope</w:t>
      </w:r>
    </w:p>
    <w:p w14:paraId="30EE65DE" w14:textId="77777777" w:rsidR="00EE47CF" w:rsidRDefault="00204BAF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/>
        </w:rPr>
        <w:t xml:space="preserve">This RFQ consists of </w:t>
      </w:r>
      <w:r>
        <w:rPr>
          <w:rFonts w:ascii="Calibri" w:hAnsi="Calibri" w:cs="Calibri"/>
          <w:lang w:val="en-GB" w:eastAsia="ko-KR"/>
        </w:rPr>
        <w:t xml:space="preserve">the following </w:t>
      </w:r>
      <w:r>
        <w:rPr>
          <w:rFonts w:ascii="Calibri" w:hAnsi="Calibri" w:cs="Calibri"/>
          <w:lang w:val="en-GB"/>
        </w:rPr>
        <w:t>documents, in addition to this letter, in separate files</w:t>
      </w:r>
      <w:r>
        <w:rPr>
          <w:rFonts w:ascii="Calibri" w:hAnsi="Calibri" w:cs="Calibri"/>
          <w:lang w:val="en-GB" w:eastAsia="ko-KR"/>
        </w:rPr>
        <w:t>:</w:t>
      </w:r>
    </w:p>
    <w:p w14:paraId="44C6D183" w14:textId="77777777" w:rsidR="00EE47CF" w:rsidRDefault="00204BAF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Instructions on how to submit a Quotation</w:t>
      </w:r>
    </w:p>
    <w:p w14:paraId="1A605C98" w14:textId="77777777" w:rsidR="00EE47CF" w:rsidRDefault="00204BAF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Time Schedule for the RFQ/procurement process</w:t>
      </w:r>
    </w:p>
    <w:p w14:paraId="7DCCEA10" w14:textId="77777777" w:rsidR="00EE47CF" w:rsidRDefault="00204BAF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bCs/>
          <w:lang w:val="en-GB"/>
        </w:rPr>
        <w:t xml:space="preserve">Specification of </w:t>
      </w:r>
      <w:r>
        <w:rPr>
          <w:rFonts w:ascii="Calibri" w:hAnsi="Calibri" w:cs="Calibri"/>
          <w:b/>
          <w:lang w:val="en-GB"/>
        </w:rPr>
        <w:t>Goods to be supplied</w:t>
      </w:r>
    </w:p>
    <w:p w14:paraId="393C6684" w14:textId="77777777" w:rsidR="00EE47CF" w:rsidRDefault="00204BAF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Evaluation Criteria and Method</w:t>
      </w:r>
    </w:p>
    <w:p w14:paraId="5D35B5C9" w14:textId="77777777" w:rsidR="00EE47CF" w:rsidRDefault="00204BAF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 Contract Conditions for the Supply of Standard Goods</w:t>
      </w:r>
    </w:p>
    <w:p w14:paraId="708BC612" w14:textId="77777777" w:rsidR="00EE47CF" w:rsidRDefault="00204BAF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General Contract Conditions for the Supply of Standard Goods</w:t>
      </w:r>
    </w:p>
    <w:p w14:paraId="3D3A8984" w14:textId="77777777" w:rsidR="00EE47CF" w:rsidRDefault="00204BAF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Certificate of Compliance Form</w:t>
      </w:r>
    </w:p>
    <w:p w14:paraId="09BA52DD" w14:textId="77777777" w:rsidR="00EE47CF" w:rsidRDefault="00204BAF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C09ADD1" w14:textId="77777777" w:rsidR="00EE47CF" w:rsidRDefault="00204BAF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A Supplier will be selected based on the competitive procurement procedure described in this RFQ.</w:t>
      </w:r>
    </w:p>
    <w:p w14:paraId="2A5E1A59" w14:textId="77777777" w:rsidR="00EE47CF" w:rsidRDefault="00204BA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Sincerely,</w:t>
      </w:r>
    </w:p>
    <w:p w14:paraId="77257FA0" w14:textId="77777777" w:rsidR="00EE47CF" w:rsidRDefault="006A4B4E" w:rsidP="006A4B4E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noProof/>
        </w:rPr>
        <w:drawing>
          <wp:inline distT="0" distB="0" distL="0" distR="0" wp14:anchorId="7122ADE6" wp14:editId="5A7638EE">
            <wp:extent cx="693420" cy="33130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14" cy="3472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lang w:val="en-GB" w:eastAsia="ko-KR"/>
        </w:rPr>
        <w:br/>
      </w:r>
      <w:r w:rsidR="00B16F06">
        <w:rPr>
          <w:rFonts w:ascii="Calibri" w:hAnsi="Calibri" w:cs="Calibri"/>
          <w:lang w:val="en-GB" w:eastAsia="ko-KR"/>
        </w:rPr>
        <w:t>Kurinati Robuti</w:t>
      </w:r>
      <w:r w:rsidR="00B16F06">
        <w:rPr>
          <w:rFonts w:ascii="Calibri" w:hAnsi="Calibri" w:cs="Calibri"/>
          <w:lang w:val="en-GB" w:eastAsia="ko-KR"/>
        </w:rPr>
        <w:br/>
        <w:t>Senior Project and Planning Officer</w:t>
      </w:r>
      <w:r w:rsidR="00B16F06">
        <w:rPr>
          <w:rFonts w:ascii="Calibri" w:hAnsi="Calibri" w:cs="Calibri"/>
          <w:lang w:val="en-GB" w:eastAsia="ko-KR"/>
        </w:rPr>
        <w:br/>
        <w:t xml:space="preserve">for </w:t>
      </w:r>
      <w:r w:rsidR="00C63AB4">
        <w:rPr>
          <w:rFonts w:ascii="Calibri" w:hAnsi="Calibri" w:cs="Calibri"/>
          <w:lang w:val="en-GB" w:eastAsia="ko-KR"/>
        </w:rPr>
        <w:t xml:space="preserve">MHMS </w:t>
      </w:r>
      <w:r w:rsidR="00B16F06">
        <w:rPr>
          <w:rFonts w:ascii="Calibri" w:hAnsi="Calibri" w:cs="Calibri"/>
          <w:lang w:val="en-GB" w:eastAsia="ko-KR"/>
        </w:rPr>
        <w:t xml:space="preserve">OIC, </w:t>
      </w:r>
      <w:proofErr w:type="spellStart"/>
      <w:r w:rsidR="00B16F06">
        <w:rPr>
          <w:rFonts w:ascii="Calibri" w:hAnsi="Calibri" w:cs="Calibri"/>
          <w:lang w:val="en-GB" w:eastAsia="ko-KR"/>
        </w:rPr>
        <w:t>Ema</w:t>
      </w:r>
      <w:proofErr w:type="spellEnd"/>
      <w:r w:rsidR="00B16F06">
        <w:rPr>
          <w:rFonts w:ascii="Calibri" w:hAnsi="Calibri" w:cs="Calibri"/>
          <w:lang w:val="en-GB" w:eastAsia="ko-KR"/>
        </w:rPr>
        <w:t xml:space="preserve"> </w:t>
      </w:r>
      <w:proofErr w:type="spellStart"/>
      <w:r w:rsidR="00B16F06">
        <w:rPr>
          <w:rFonts w:ascii="Calibri" w:hAnsi="Calibri" w:cs="Calibri"/>
          <w:lang w:val="en-GB" w:eastAsia="ko-KR"/>
        </w:rPr>
        <w:t>Nauan</w:t>
      </w:r>
      <w:proofErr w:type="spellEnd"/>
    </w:p>
    <w:p w14:paraId="749E1F46" w14:textId="77777777" w:rsidR="00EE47CF" w:rsidRDefault="00204BAF" w:rsidP="006A4B4E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rFonts w:ascii="Calibri" w:hAnsi="Calibri" w:cs="Calibri"/>
          <w:i/>
          <w:color w:val="FF0000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Official email address: </w:t>
      </w:r>
      <w:hyperlink r:id="rId12" w:history="1">
        <w:r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="006A4B4E">
        <w:rPr>
          <w:rStyle w:val="Hyperlink"/>
          <w:rFonts w:ascii="Calibri" w:hAnsi="Calibri" w:cs="Calibri"/>
          <w:lang w:val="en-GB" w:eastAsia="ko-KR"/>
        </w:rPr>
        <w:br/>
      </w:r>
      <w:r>
        <w:rPr>
          <w:i/>
          <w:color w:val="FF0000"/>
          <w:lang w:val="en-GB" w:eastAsia="ko-KR"/>
        </w:rPr>
        <w:t>*</w:t>
      </w:r>
      <w:r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  <w:r w:rsidR="006A4B4E">
        <w:rPr>
          <w:rFonts w:ascii="Calibri" w:hAnsi="Calibri" w:cs="Calibri"/>
          <w:i/>
          <w:color w:val="FF0000"/>
          <w:lang w:val="en-GB" w:eastAsia="ko-KR"/>
        </w:rPr>
        <w:t>*</w:t>
      </w:r>
    </w:p>
    <w:sectPr w:rsidR="00EE47CF">
      <w:headerReference w:type="default" r:id="rId14"/>
      <w:footerReference w:type="default" r:id="rId15"/>
      <w:headerReference w:type="first" r:id="rId16"/>
      <w:type w:val="oddPage"/>
      <w:pgSz w:w="11907" w:h="1683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54725" w14:textId="77777777" w:rsidR="000D0694" w:rsidRDefault="000D0694">
      <w:r>
        <w:separator/>
      </w:r>
    </w:p>
  </w:endnote>
  <w:endnote w:type="continuationSeparator" w:id="0">
    <w:p w14:paraId="04B3747F" w14:textId="77777777" w:rsidR="000D0694" w:rsidRDefault="000D0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A2453" w14:textId="77777777" w:rsidR="00EE47CF" w:rsidRDefault="00204BAF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A4B4E" w:rsidRPr="006A4B4E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A4B4E" w:rsidRPr="006A4B4E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1B807812" w14:textId="77777777" w:rsidR="00EE47CF" w:rsidRDefault="00204BAF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C03CC">
      <w:rPr>
        <w:noProof/>
      </w:rPr>
      <w:t>2022-08-24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ABEBF" w14:textId="77777777" w:rsidR="000D0694" w:rsidRDefault="000D0694">
      <w:r>
        <w:separator/>
      </w:r>
    </w:p>
  </w:footnote>
  <w:footnote w:type="continuationSeparator" w:id="0">
    <w:p w14:paraId="3A1A4742" w14:textId="77777777" w:rsidR="000D0694" w:rsidRDefault="000D0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B8CAB" w14:textId="77777777" w:rsidR="00EE47CF" w:rsidRDefault="00204B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7D4C0EB4" wp14:editId="69DD16A2">
          <wp:extent cx="590550" cy="645795"/>
          <wp:effectExtent l="0" t="0" r="0" b="1905"/>
          <wp:docPr id="5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theme="minorHAnsi"/>
        <w:sz w:val="20"/>
      </w:rPr>
      <w:fldChar w:fldCharType="begin"/>
    </w:r>
    <w:r>
      <w:rPr>
        <w:rFonts w:asciiTheme="minorHAnsi" w:hAnsiTheme="minorHAnsi" w:cstheme="minorHAnsi"/>
        <w:sz w:val="20"/>
      </w:rPr>
      <w:instrText xml:space="preserve"> REF Number \h  \* MERGEFORMAT </w:instrText>
    </w:r>
    <w:r>
      <w:rPr>
        <w:rFonts w:asciiTheme="minorHAnsi" w:hAnsiTheme="minorHAnsi" w:cstheme="minorHAnsi"/>
        <w:sz w:val="20"/>
      </w:rPr>
    </w:r>
    <w:r>
      <w:rPr>
        <w:rFonts w:asciiTheme="minorHAnsi" w:hAnsiTheme="minorHAnsi" w:cstheme="minorHAnsi"/>
        <w:sz w:val="20"/>
      </w:rPr>
      <w:fldChar w:fldCharType="separate"/>
    </w:r>
    <w:r>
      <w:rPr>
        <w:rStyle w:val="Strong"/>
        <w:rFonts w:asciiTheme="minorHAnsi" w:hAnsiTheme="minorHAnsi" w:cstheme="minorHAnsi"/>
        <w:szCs w:val="24"/>
      </w:rPr>
      <w:t>RFQ-M</w:t>
    </w:r>
    <w:r w:rsidR="00B92B4D">
      <w:rPr>
        <w:rStyle w:val="Strong"/>
        <w:rFonts w:asciiTheme="minorHAnsi" w:hAnsiTheme="minorHAnsi" w:cstheme="minorHAnsi"/>
        <w:szCs w:val="24"/>
      </w:rPr>
      <w:t>HMS</w:t>
    </w:r>
    <w:r>
      <w:rPr>
        <w:rStyle w:val="Strong"/>
        <w:rFonts w:asciiTheme="minorHAnsi" w:hAnsiTheme="minorHAnsi" w:cstheme="minorHAnsi"/>
        <w:szCs w:val="24"/>
      </w:rPr>
      <w:t>-20</w:t>
    </w:r>
    <w:r w:rsidR="00B16F06">
      <w:rPr>
        <w:rStyle w:val="Strong"/>
        <w:rFonts w:asciiTheme="minorHAnsi" w:hAnsiTheme="minorHAnsi" w:cstheme="minorHAnsi"/>
        <w:szCs w:val="24"/>
      </w:rPr>
      <w:t>22</w:t>
    </w:r>
    <w:r>
      <w:rPr>
        <w:rStyle w:val="Strong"/>
        <w:rFonts w:asciiTheme="minorHAnsi" w:hAnsiTheme="minorHAnsi" w:cstheme="minorHAnsi"/>
        <w:szCs w:val="24"/>
      </w:rPr>
      <w:t>-</w:t>
    </w:r>
    <w:r w:rsidR="00B16F06">
      <w:rPr>
        <w:rStyle w:val="Strong"/>
        <w:rFonts w:asciiTheme="minorHAnsi" w:hAnsiTheme="minorHAnsi" w:cstheme="minorHAnsi"/>
        <w:szCs w:val="24"/>
      </w:rPr>
      <w:t>111</w:t>
    </w:r>
    <w:r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FB120" w14:textId="77777777" w:rsidR="00EE47CF" w:rsidRDefault="00204BAF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GGGI Country Program Development             RFP-2011-</w:t>
    </w:r>
    <w:proofErr w:type="gramStart"/>
    <w:r>
      <w:rPr>
        <w:rFonts w:cs="Calibri"/>
        <w:sz w:val="20"/>
        <w:u w:val="single"/>
      </w:rPr>
      <w:t>003  Volume</w:t>
    </w:r>
    <w:proofErr w:type="gramEnd"/>
    <w:r>
      <w:rPr>
        <w:rFonts w:cs="Calibri"/>
        <w:sz w:val="20"/>
        <w:u w:val="single"/>
      </w:rPr>
      <w:t xml:space="preserve">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737AF203" w14:textId="77777777" w:rsidR="00EE47CF" w:rsidRDefault="00EE47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75F63490"/>
    <w:multiLevelType w:val="multilevel"/>
    <w:tmpl w:val="75F634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797454161">
    <w:abstractNumId w:val="0"/>
  </w:num>
  <w:num w:numId="2" w16cid:durableId="641740180">
    <w:abstractNumId w:val="2"/>
  </w:num>
  <w:num w:numId="3" w16cid:durableId="15449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694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4BAF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710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6EC7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85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B4E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6F06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2B4D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6924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AB4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534D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44FB"/>
    <w:rsid w:val="00E47A57"/>
    <w:rsid w:val="00E50B28"/>
    <w:rsid w:val="00E513DD"/>
    <w:rsid w:val="00E550BC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7CF"/>
    <w:rsid w:val="00EE49F6"/>
    <w:rsid w:val="00EE5C29"/>
    <w:rsid w:val="00EE6B30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1BF3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3CC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2CFF52A5"/>
    <w:rsid w:val="3D3A0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2EC4D0"/>
  <w15:docId w15:val="{D2022EC4-4C1E-41BD-878A-AF46DA3CF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KI" w:eastAsia="en-K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 w:qFormat="1"/>
    <w:lsdException w:name="toc 3" w:uiPriority="39"/>
    <w:lsdException w:name="toc 4" w:uiPriority="39"/>
    <w:lsdException w:name="toc 5" w:semiHidden="1" w:qFormat="1"/>
    <w:lsdException w:name="toc 6" w:semiHidden="1" w:qFormat="1"/>
    <w:lsdException w:name="toc 7" w:semiHidden="1"/>
    <w:lsdException w:name="toc 8" w:semiHidden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/>
    <w:lsdException w:name="header" w:uiPriority="99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pPr>
      <w:spacing w:after="360"/>
    </w:pPr>
  </w:style>
  <w:style w:type="paragraph" w:customStyle="1" w:styleId="TextBox">
    <w:name w:val="Text Box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rPr>
      <w:sz w:val="24"/>
    </w:rPr>
  </w:style>
  <w:style w:type="character" w:customStyle="1" w:styleId="BodyTextIndentChar">
    <w:name w:val="Body Text Indent Char"/>
    <w:link w:val="BodyTextIndent"/>
    <w:rPr>
      <w:sz w:val="24"/>
    </w:rPr>
  </w:style>
  <w:style w:type="character" w:customStyle="1" w:styleId="PlainTextChar">
    <w:name w:val="Plain Text Char"/>
    <w:link w:val="PlainText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pPr>
      <w:numPr>
        <w:ilvl w:val="1"/>
      </w:numPr>
    </w:pPr>
  </w:style>
  <w:style w:type="paragraph" w:customStyle="1" w:styleId="03opensquarebullet">
    <w:name w:val="03 open square bullet"/>
    <w:basedOn w:val="02dash"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5C09ED-65F4-4C75-9E66-5A8321D2A4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3</cp:revision>
  <cp:lastPrinted>2013-10-18T08:32:00Z</cp:lastPrinted>
  <dcterms:created xsi:type="dcterms:W3CDTF">2022-08-24T03:54:00Z</dcterms:created>
  <dcterms:modified xsi:type="dcterms:W3CDTF">2022-08-24T04:04:00Z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1033-11.2.0.11254</vt:lpwstr>
  </property>
  <property fmtid="{D5CDD505-2E9C-101B-9397-08002B2CF9AE}" pid="4" name="ICV">
    <vt:lpwstr>C140A1C65D3342B18949A4E690010BF5</vt:lpwstr>
  </property>
</Properties>
</file>